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850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3B70A7" w14:textId="77777777" w:rsidTr="00146EEC">
        <w:tc>
          <w:tcPr>
            <w:tcW w:w="2689" w:type="dxa"/>
          </w:tcPr>
          <w:p w14:paraId="15FF1B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D2E8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C1781" w14:paraId="765DD076" w14:textId="77777777" w:rsidTr="00146EEC">
        <w:tc>
          <w:tcPr>
            <w:tcW w:w="2689" w:type="dxa"/>
          </w:tcPr>
          <w:p w14:paraId="285BEB7B" w14:textId="10B151C2" w:rsidR="008C1781" w:rsidRPr="00CC451E" w:rsidRDefault="008C1781" w:rsidP="008C178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96582F5" w14:textId="7D9A4921" w:rsidR="008C1781" w:rsidRPr="007C778A" w:rsidRDefault="008C1781" w:rsidP="008C178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  <w:tr w:rsidR="008C1781" w14:paraId="57F0CE8C" w14:textId="77777777" w:rsidTr="00146EEC">
        <w:tc>
          <w:tcPr>
            <w:tcW w:w="2689" w:type="dxa"/>
          </w:tcPr>
          <w:p w14:paraId="475D638D" w14:textId="77777777" w:rsidR="008C1781" w:rsidRPr="008C1781" w:rsidRDefault="008C1781" w:rsidP="008C1781">
            <w:pPr>
              <w:pStyle w:val="SIText"/>
            </w:pPr>
            <w:r w:rsidRPr="00CC451E">
              <w:t>Release</w:t>
            </w:r>
            <w:r w:rsidRPr="008C1781">
              <w:t xml:space="preserve"> 1</w:t>
            </w:r>
          </w:p>
        </w:tc>
        <w:tc>
          <w:tcPr>
            <w:tcW w:w="6939" w:type="dxa"/>
          </w:tcPr>
          <w:p w14:paraId="64C0EA7E" w14:textId="77777777" w:rsidR="008C1781" w:rsidRPr="008C1781" w:rsidRDefault="008C1781" w:rsidP="008C1781">
            <w:pPr>
              <w:pStyle w:val="SIText"/>
            </w:pPr>
            <w:r w:rsidRPr="007C778A">
              <w:t xml:space="preserve">This version released with </w:t>
            </w:r>
            <w:r w:rsidRPr="008C1781">
              <w:t>FWP Forest and Wood Products Training Package Version 2.0.</w:t>
            </w:r>
          </w:p>
        </w:tc>
      </w:tr>
    </w:tbl>
    <w:p w14:paraId="4C30A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47684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122D170" w14:textId="30B9065B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3467FF">
              <w:t>3230</w:t>
            </w:r>
          </w:p>
        </w:tc>
        <w:tc>
          <w:tcPr>
            <w:tcW w:w="3604" w:type="pct"/>
            <w:shd w:val="clear" w:color="auto" w:fill="auto"/>
          </w:tcPr>
          <w:p w14:paraId="2FC9657E" w14:textId="77777777" w:rsidR="00F1480E" w:rsidRPr="000754EC" w:rsidRDefault="003467FF" w:rsidP="000754EC">
            <w:pPr>
              <w:pStyle w:val="SIUnittitle"/>
            </w:pPr>
            <w:r w:rsidRPr="003467FF">
              <w:t>Operate automated stacking equipment</w:t>
            </w:r>
          </w:p>
        </w:tc>
      </w:tr>
      <w:tr w:rsidR="00F1480E" w:rsidRPr="00963A46" w14:paraId="7F7F4A81" w14:textId="77777777" w:rsidTr="00CA2922">
        <w:tc>
          <w:tcPr>
            <w:tcW w:w="1396" w:type="pct"/>
            <w:shd w:val="clear" w:color="auto" w:fill="auto"/>
          </w:tcPr>
          <w:p w14:paraId="3A77E7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500FB9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C0E530" w14:textId="18ADFF1B" w:rsidR="003467FF" w:rsidRPr="003467FF" w:rsidRDefault="008C1781" w:rsidP="003467FF">
            <w:pPr>
              <w:pStyle w:val="SIText"/>
            </w:pPr>
            <w:r w:rsidRPr="006F05A5">
              <w:t xml:space="preserve">This unit of competency describes the </w:t>
            </w:r>
            <w:r w:rsidRPr="008C1781">
              <w:t xml:space="preserve">skills and knowledge required </w:t>
            </w:r>
            <w:r w:rsidR="005D5F94">
              <w:t xml:space="preserve">to </w:t>
            </w:r>
            <w:r w:rsidR="003467FF" w:rsidRPr="004A686D">
              <w:t xml:space="preserve">use automatic or semi-automatic stacking equipment to build, monitor, strap and record packs of timber products in preparation for despatch. </w:t>
            </w:r>
          </w:p>
          <w:p w14:paraId="43EA5D13" w14:textId="77777777" w:rsidR="003467FF" w:rsidRDefault="003467FF" w:rsidP="003467FF">
            <w:pPr>
              <w:pStyle w:val="SIText"/>
            </w:pPr>
          </w:p>
          <w:p w14:paraId="54521B9C" w14:textId="3957A11A" w:rsidR="008C1781" w:rsidRDefault="008C1781" w:rsidP="008C1781">
            <w:pPr>
              <w:pStyle w:val="SIText"/>
            </w:pPr>
            <w:r>
              <w:t xml:space="preserve">The unit applies to </w:t>
            </w:r>
            <w:r w:rsidRPr="008C1781">
              <w:t xml:space="preserve">individuals who </w:t>
            </w:r>
            <w:r>
              <w:t xml:space="preserve">operate </w:t>
            </w:r>
            <w:r w:rsidRPr="004A686D">
              <w:t>automatic timber stacking equipment</w:t>
            </w:r>
            <w:r w:rsidRPr="008C1781">
              <w:t xml:space="preserve"> in </w:t>
            </w:r>
            <w:r w:rsidR="005D5F94">
              <w:t>the forest and wood products industry</w:t>
            </w:r>
            <w:r w:rsidRPr="008C1781">
              <w:t>.</w:t>
            </w:r>
          </w:p>
          <w:p w14:paraId="19121537" w14:textId="77777777" w:rsidR="00267C35" w:rsidRDefault="00267C35" w:rsidP="008C1781">
            <w:pPr>
              <w:pStyle w:val="SIText"/>
            </w:pPr>
          </w:p>
          <w:p w14:paraId="16B0D618" w14:textId="77777777" w:rsidR="00267C35" w:rsidRPr="00267C35" w:rsidRDefault="00267C35" w:rsidP="00267C35">
            <w:pPr>
              <w:pStyle w:val="SIText"/>
            </w:pPr>
            <w:r w:rsidRPr="00267C35">
              <w:t>All work must be carried out to comply with workplace procedures, according to state/territory health and safety regulations, legislation and standards that</w:t>
            </w:r>
            <w:bookmarkStart w:id="0" w:name="_GoBack"/>
            <w:bookmarkEnd w:id="0"/>
            <w:r w:rsidRPr="00267C35">
              <w:t xml:space="preserve"> apply to the workplace.</w:t>
            </w:r>
          </w:p>
          <w:p w14:paraId="02E4983C" w14:textId="77777777" w:rsidR="00267C35" w:rsidRPr="008C1781" w:rsidRDefault="00267C35" w:rsidP="008C1781">
            <w:pPr>
              <w:pStyle w:val="SIText"/>
            </w:pPr>
          </w:p>
          <w:p w14:paraId="11017201" w14:textId="2F660134" w:rsidR="00373436" w:rsidRPr="000754EC" w:rsidRDefault="008C1781" w:rsidP="008C1781">
            <w:pPr>
              <w:pStyle w:val="SIText"/>
            </w:pPr>
            <w:r w:rsidRPr="006F05A5">
              <w:t xml:space="preserve">No </w:t>
            </w:r>
            <w:r w:rsidRPr="008C1781">
              <w:t>occupational licensing, legislative or certification requirements apply to this unit at the time of publication</w:t>
            </w:r>
          </w:p>
        </w:tc>
      </w:tr>
      <w:tr w:rsidR="00F1480E" w:rsidRPr="00963A46" w14:paraId="646948B7" w14:textId="77777777" w:rsidTr="00CA2922">
        <w:tc>
          <w:tcPr>
            <w:tcW w:w="1396" w:type="pct"/>
            <w:shd w:val="clear" w:color="auto" w:fill="auto"/>
          </w:tcPr>
          <w:p w14:paraId="515A354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A5C08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A9781B" w14:textId="77777777" w:rsidTr="00CA2922">
        <w:tc>
          <w:tcPr>
            <w:tcW w:w="1396" w:type="pct"/>
            <w:shd w:val="clear" w:color="auto" w:fill="auto"/>
          </w:tcPr>
          <w:p w14:paraId="36177B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FB39ED" w14:textId="77777777" w:rsidR="003467FF" w:rsidRPr="003467FF" w:rsidRDefault="003467FF" w:rsidP="003467FF">
            <w:pPr>
              <w:pStyle w:val="SIText"/>
            </w:pPr>
            <w:r w:rsidRPr="00C12538">
              <w:t>Sawmilling and Processing</w:t>
            </w:r>
          </w:p>
          <w:p w14:paraId="69E9FD5B" w14:textId="77777777" w:rsidR="00F1480E" w:rsidRPr="000754EC" w:rsidRDefault="003467FF" w:rsidP="003467FF">
            <w:pPr>
              <w:pStyle w:val="SIText"/>
            </w:pPr>
            <w:r w:rsidRPr="00C12538">
              <w:t xml:space="preserve">Timber </w:t>
            </w:r>
            <w:r w:rsidRPr="003467FF">
              <w:t>Manufactured Products</w:t>
            </w:r>
          </w:p>
        </w:tc>
      </w:tr>
    </w:tbl>
    <w:p w14:paraId="10717A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0C783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C80DFE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A0A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74F7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6C95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9FAB2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467FF" w:rsidRPr="00963A46" w14:paraId="7B7A7B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52E251" w14:textId="052769EF" w:rsidR="003467FF" w:rsidRPr="003467FF" w:rsidRDefault="003467FF" w:rsidP="005D5F94">
            <w:pPr>
              <w:pStyle w:val="SIText"/>
            </w:pPr>
            <w:r w:rsidRPr="004A686D">
              <w:t>1. Prepare for stacking</w:t>
            </w:r>
          </w:p>
        </w:tc>
        <w:tc>
          <w:tcPr>
            <w:tcW w:w="3604" w:type="pct"/>
            <w:shd w:val="clear" w:color="auto" w:fill="auto"/>
          </w:tcPr>
          <w:p w14:paraId="67EE1199" w14:textId="77777777" w:rsidR="008C1781" w:rsidRPr="008C1781" w:rsidRDefault="008C1781" w:rsidP="008C1781">
            <w:pPr>
              <w:pStyle w:val="SIText"/>
            </w:pPr>
            <w:r w:rsidRPr="00385A36">
              <w:t xml:space="preserve">1.1 </w:t>
            </w:r>
            <w:r w:rsidRPr="008C1781">
              <w:t>Review work order to determine job requirements and where required seek clarification from appropriate personnel</w:t>
            </w:r>
          </w:p>
          <w:p w14:paraId="3325FA1E" w14:textId="33A6D7BF" w:rsidR="008C1781" w:rsidRPr="008C1781" w:rsidRDefault="008C1781" w:rsidP="008C1781">
            <w:pPr>
              <w:pStyle w:val="SIText"/>
            </w:pPr>
            <w:r>
              <w:t xml:space="preserve">1.2 </w:t>
            </w:r>
            <w:r w:rsidR="006B1B65" w:rsidRPr="005D5F94">
              <w:rPr>
                <w:noProof/>
              </w:rPr>
              <w:t>Review</w:t>
            </w:r>
            <w:r w:rsidR="006B1B65">
              <w:t xml:space="preserve"> environmental protection procedures and </w:t>
            </w:r>
            <w:r w:rsidRPr="008C1781">
              <w:t xml:space="preserve">workplace health and safety requirements, including </w:t>
            </w:r>
            <w:r w:rsidR="005D5F94">
              <w:t xml:space="preserve">the </w:t>
            </w:r>
            <w:r w:rsidRPr="005D5F94">
              <w:rPr>
                <w:noProof/>
              </w:rPr>
              <w:t>use</w:t>
            </w:r>
            <w:r w:rsidRPr="008C1781">
              <w:t xml:space="preserve"> of personal protective equipment</w:t>
            </w:r>
            <w:r w:rsidR="005D5F94">
              <w:t>,</w:t>
            </w:r>
            <w:r w:rsidRPr="008C1781">
              <w:t xml:space="preserve"> equipment </w:t>
            </w:r>
            <w:r w:rsidRPr="005D5F94">
              <w:rPr>
                <w:noProof/>
              </w:rPr>
              <w:t>lockout</w:t>
            </w:r>
            <w:r w:rsidR="00490185">
              <w:t xml:space="preserve"> </w:t>
            </w:r>
            <w:r w:rsidRPr="008C1781">
              <w:t>and safe manual handling techniques</w:t>
            </w:r>
          </w:p>
          <w:p w14:paraId="52F91B14" w14:textId="71E4D0CD" w:rsidR="008C1781" w:rsidRPr="008C1781" w:rsidRDefault="008C1781" w:rsidP="008C1781">
            <w:pPr>
              <w:pStyle w:val="SIText"/>
            </w:pPr>
            <w:r w:rsidRPr="00B2235C">
              <w:t>1.</w:t>
            </w:r>
            <w:r w:rsidRPr="008C1781">
              <w:t xml:space="preserve">3 Identify, assess and take actions to mitigate risks and hazards associated with </w:t>
            </w:r>
            <w:r>
              <w:t xml:space="preserve">operating </w:t>
            </w:r>
            <w:r w:rsidRPr="008C1781">
              <w:t>automatic timber stacking equipment</w:t>
            </w:r>
          </w:p>
          <w:p w14:paraId="3990A15D" w14:textId="1DB170F9" w:rsidR="008C1781" w:rsidRPr="008C1781" w:rsidRDefault="008C1781" w:rsidP="008C1781">
            <w:pPr>
              <w:pStyle w:val="SIText"/>
            </w:pPr>
            <w:r>
              <w:t xml:space="preserve">1.4 Identify and implement </w:t>
            </w:r>
            <w:r w:rsidRPr="008C1781">
              <w:t>workplace procedures for minimising</w:t>
            </w:r>
            <w:r w:rsidR="00490185">
              <w:t xml:space="preserve"> and disposing of</w:t>
            </w:r>
            <w:r w:rsidRPr="008C1781">
              <w:t xml:space="preserve"> waste material</w:t>
            </w:r>
            <w:r w:rsidR="00490185">
              <w:t>, cleaning tools and equipment,</w:t>
            </w:r>
            <w:r w:rsidRPr="008C1781">
              <w:t xml:space="preserve"> and maximising energy efficiency</w:t>
            </w:r>
          </w:p>
          <w:p w14:paraId="5939A4D1" w14:textId="63A6B0E2" w:rsidR="003467FF" w:rsidRPr="003467FF" w:rsidRDefault="003467FF" w:rsidP="003467FF">
            <w:pPr>
              <w:pStyle w:val="SIText"/>
            </w:pPr>
            <w:r w:rsidRPr="004A686D">
              <w:t>1.</w:t>
            </w:r>
            <w:r w:rsidR="008C1781">
              <w:t>5</w:t>
            </w:r>
            <w:r w:rsidRPr="004A686D">
              <w:t xml:space="preserve"> Select </w:t>
            </w:r>
            <w:r w:rsidR="008C1781">
              <w:t>tools</w:t>
            </w:r>
            <w:r w:rsidR="006B1B65">
              <w:t xml:space="preserve"> and</w:t>
            </w:r>
            <w:r w:rsidR="005D5F94">
              <w:t xml:space="preserve"> </w:t>
            </w:r>
            <w:r w:rsidRPr="004A686D">
              <w:t>equipment and check for operational effectiveness</w:t>
            </w:r>
          </w:p>
          <w:p w14:paraId="1374DCB1" w14:textId="6A4A6F99" w:rsidR="003467FF" w:rsidRPr="003467FF" w:rsidRDefault="003467FF" w:rsidP="003467FF">
            <w:pPr>
              <w:pStyle w:val="SIText"/>
            </w:pPr>
            <w:r w:rsidRPr="004A686D">
              <w:t>1.</w:t>
            </w:r>
            <w:r w:rsidR="008C1781">
              <w:t>6</w:t>
            </w:r>
            <w:r w:rsidRPr="004A686D">
              <w:t xml:space="preserve"> Obtain type and quantity of timber products to </w:t>
            </w:r>
            <w:r w:rsidRPr="005D5F94">
              <w:rPr>
                <w:noProof/>
              </w:rPr>
              <w:t>be stacked</w:t>
            </w:r>
            <w:r w:rsidRPr="004A686D">
              <w:t xml:space="preserve"> from </w:t>
            </w:r>
            <w:r w:rsidR="005D5F94">
              <w:t xml:space="preserve">a </w:t>
            </w:r>
            <w:r w:rsidRPr="005D5F94">
              <w:rPr>
                <w:noProof/>
              </w:rPr>
              <w:t>storage</w:t>
            </w:r>
            <w:r w:rsidRPr="004A686D">
              <w:t xml:space="preserve"> location</w:t>
            </w:r>
          </w:p>
          <w:p w14:paraId="054321F6" w14:textId="2E6DA1A7" w:rsidR="003467FF" w:rsidRPr="003467FF" w:rsidRDefault="003467FF" w:rsidP="003467FF">
            <w:pPr>
              <w:pStyle w:val="SIText"/>
            </w:pPr>
            <w:r w:rsidRPr="004A686D">
              <w:t>1.</w:t>
            </w:r>
            <w:r w:rsidR="008C1781">
              <w:t>7</w:t>
            </w:r>
            <w:r w:rsidRPr="004A686D">
              <w:t xml:space="preserve"> Plan stacking process </w:t>
            </w:r>
            <w:r w:rsidR="008C1781">
              <w:t>according to</w:t>
            </w:r>
            <w:r w:rsidRPr="004A686D">
              <w:t xml:space="preserve"> work order</w:t>
            </w:r>
          </w:p>
        </w:tc>
      </w:tr>
      <w:tr w:rsidR="003467FF" w:rsidRPr="00963A46" w14:paraId="4DE0C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E308B3" w14:textId="77777777" w:rsidR="003467FF" w:rsidRPr="003467FF" w:rsidRDefault="003467FF" w:rsidP="003467FF">
            <w:pPr>
              <w:pStyle w:val="SIText"/>
            </w:pPr>
            <w:r w:rsidRPr="004A686D">
              <w:t>2. Stack, wrap and strap packs</w:t>
            </w:r>
          </w:p>
        </w:tc>
        <w:tc>
          <w:tcPr>
            <w:tcW w:w="3604" w:type="pct"/>
            <w:shd w:val="clear" w:color="auto" w:fill="auto"/>
          </w:tcPr>
          <w:p w14:paraId="34D1764C" w14:textId="187248A7" w:rsidR="003467FF" w:rsidRPr="003467FF" w:rsidRDefault="003467FF" w:rsidP="003467FF">
            <w:pPr>
              <w:pStyle w:val="SIText"/>
            </w:pPr>
            <w:r w:rsidRPr="004A686D">
              <w:t xml:space="preserve">2.1 Set up stacking machine to produce specified pack sizes </w:t>
            </w:r>
            <w:r w:rsidR="008C1781">
              <w:t>according to</w:t>
            </w:r>
            <w:r w:rsidRPr="004A686D">
              <w:t xml:space="preserve"> work order</w:t>
            </w:r>
          </w:p>
          <w:p w14:paraId="62B40F15" w14:textId="3F3D97C1" w:rsidR="003467FF" w:rsidRPr="003467FF" w:rsidRDefault="003467FF" w:rsidP="003467FF">
            <w:pPr>
              <w:pStyle w:val="SIText"/>
            </w:pPr>
            <w:r w:rsidRPr="004A686D">
              <w:t xml:space="preserve">2.2 Build packs using </w:t>
            </w:r>
            <w:r w:rsidR="005D5F94">
              <w:t>timber products</w:t>
            </w:r>
            <w:r w:rsidRPr="004A686D">
              <w:t xml:space="preserve"> of </w:t>
            </w:r>
            <w:r w:rsidR="005D5F94">
              <w:t xml:space="preserve">a </w:t>
            </w:r>
            <w:r w:rsidRPr="005D5F94">
              <w:rPr>
                <w:noProof/>
              </w:rPr>
              <w:t>consistent</w:t>
            </w:r>
            <w:r w:rsidRPr="004A686D">
              <w:t xml:space="preserve"> type, size and thickness</w:t>
            </w:r>
          </w:p>
          <w:p w14:paraId="30B391CA" w14:textId="6E3D2B01" w:rsidR="003467FF" w:rsidRPr="003467FF" w:rsidRDefault="003467FF" w:rsidP="003467FF">
            <w:pPr>
              <w:pStyle w:val="SIText"/>
            </w:pPr>
            <w:r w:rsidRPr="004A686D">
              <w:t xml:space="preserve">2.3 Check bearers and protective strips </w:t>
            </w:r>
            <w:r w:rsidRPr="003467FF">
              <w:t xml:space="preserve">for </w:t>
            </w:r>
            <w:r w:rsidR="005D5F94">
              <w:rPr>
                <w:noProof/>
              </w:rPr>
              <w:t>uniform</w:t>
            </w:r>
            <w:r w:rsidRPr="003467FF">
              <w:t xml:space="preserve"> thickness and damage</w:t>
            </w:r>
          </w:p>
          <w:p w14:paraId="73ECC134" w14:textId="3374F767" w:rsidR="003467FF" w:rsidRPr="003467FF" w:rsidRDefault="003467FF" w:rsidP="003467FF">
            <w:pPr>
              <w:pStyle w:val="SIText"/>
            </w:pPr>
            <w:r w:rsidRPr="004A686D">
              <w:t xml:space="preserve">2.4 Place specified bearers, spacing sticks and protective </w:t>
            </w:r>
            <w:r w:rsidRPr="005D5F94">
              <w:rPr>
                <w:noProof/>
              </w:rPr>
              <w:t>strips</w:t>
            </w:r>
            <w:r w:rsidRPr="004A686D">
              <w:t xml:space="preserve"> squarely, evenly and consistently</w:t>
            </w:r>
          </w:p>
          <w:p w14:paraId="1AE2C0A2" w14:textId="23BB0F42" w:rsidR="008C1781" w:rsidRDefault="003467FF" w:rsidP="003467FF">
            <w:pPr>
              <w:pStyle w:val="SIText"/>
            </w:pPr>
            <w:r w:rsidRPr="004A686D">
              <w:t xml:space="preserve">2.5 Monitor stacked </w:t>
            </w:r>
            <w:r w:rsidR="005D5F94">
              <w:t>timber product</w:t>
            </w:r>
            <w:r w:rsidRPr="004A686D">
              <w:t xml:space="preserve"> for grade and quality</w:t>
            </w:r>
          </w:p>
          <w:p w14:paraId="5CBCEB63" w14:textId="0289556D" w:rsidR="003467FF" w:rsidRPr="003467FF" w:rsidRDefault="008C1781" w:rsidP="003467FF">
            <w:pPr>
              <w:pStyle w:val="SIText"/>
            </w:pPr>
            <w:r>
              <w:t>2.6 R</w:t>
            </w:r>
            <w:r w:rsidR="003467FF" w:rsidRPr="004A686D">
              <w:t>eprocess or dispose of unacceptable components</w:t>
            </w:r>
          </w:p>
          <w:p w14:paraId="569F2CC6" w14:textId="0D1DED93" w:rsidR="003467FF" w:rsidRPr="003467FF" w:rsidRDefault="003467FF" w:rsidP="003467FF">
            <w:pPr>
              <w:pStyle w:val="SIText"/>
            </w:pPr>
            <w:r w:rsidRPr="004A686D">
              <w:t>2.</w:t>
            </w:r>
            <w:r w:rsidR="008C1781">
              <w:t>7</w:t>
            </w:r>
            <w:r w:rsidRPr="004A686D">
              <w:t xml:space="preserve"> Stack packs to correct </w:t>
            </w:r>
            <w:r w:rsidR="005D5F94">
              <w:t>product</w:t>
            </w:r>
            <w:r w:rsidRPr="004A686D">
              <w:t xml:space="preserve"> count or dimension and check </w:t>
            </w:r>
            <w:r w:rsidR="005D5F94">
              <w:t xml:space="preserve">the </w:t>
            </w:r>
            <w:r w:rsidRPr="005D5F94">
              <w:rPr>
                <w:noProof/>
              </w:rPr>
              <w:t>safety</w:t>
            </w:r>
            <w:r w:rsidRPr="004A686D">
              <w:t xml:space="preserve"> of stacking</w:t>
            </w:r>
          </w:p>
          <w:p w14:paraId="338592C7" w14:textId="2359F91E" w:rsidR="003467FF" w:rsidRPr="003467FF" w:rsidRDefault="003467FF" w:rsidP="003467FF">
            <w:pPr>
              <w:pStyle w:val="SIText"/>
            </w:pPr>
            <w:r w:rsidRPr="004A686D">
              <w:t>2.</w:t>
            </w:r>
            <w:r w:rsidR="008C1781">
              <w:t>8</w:t>
            </w:r>
            <w:r w:rsidRPr="004A686D">
              <w:t xml:space="preserve"> Strap, wrap and label </w:t>
            </w:r>
            <w:r w:rsidRPr="005D5F94">
              <w:rPr>
                <w:noProof/>
              </w:rPr>
              <w:t>packs</w:t>
            </w:r>
            <w:r w:rsidRPr="004A686D">
              <w:t xml:space="preserve"> </w:t>
            </w:r>
            <w:r w:rsidR="008C1781">
              <w:t>according to workplace</w:t>
            </w:r>
            <w:r w:rsidRPr="004A686D">
              <w:t xml:space="preserve"> procedures</w:t>
            </w:r>
          </w:p>
          <w:p w14:paraId="265CB6E2" w14:textId="73B5BA3E" w:rsidR="003467FF" w:rsidRPr="003467FF" w:rsidRDefault="003467FF" w:rsidP="003467FF">
            <w:pPr>
              <w:pStyle w:val="SIText"/>
            </w:pPr>
            <w:r w:rsidRPr="004A686D">
              <w:t>2.</w:t>
            </w:r>
            <w:r w:rsidR="008C1781">
              <w:t>9</w:t>
            </w:r>
            <w:r w:rsidRPr="004A686D">
              <w:t xml:space="preserve"> Avoid wastage of strapping and packaging materials and maximise use of recycled materials</w:t>
            </w:r>
          </w:p>
        </w:tc>
      </w:tr>
      <w:tr w:rsidR="003467FF" w:rsidRPr="00963A46" w14:paraId="0D5C5D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34CA7A" w14:textId="13E3952E" w:rsidR="003467FF" w:rsidRPr="003467FF" w:rsidRDefault="003467FF" w:rsidP="005D5F94">
            <w:pPr>
              <w:pStyle w:val="SIText"/>
            </w:pPr>
            <w:r w:rsidRPr="004A686D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5B487C4A" w14:textId="3C038B1D" w:rsidR="003467FF" w:rsidRPr="003467FF" w:rsidRDefault="003467FF" w:rsidP="003467FF">
            <w:pPr>
              <w:pStyle w:val="SIText"/>
            </w:pPr>
            <w:r w:rsidRPr="004A686D">
              <w:t xml:space="preserve">3.1 </w:t>
            </w:r>
            <w:r w:rsidR="006B1B65" w:rsidRPr="005D5F94">
              <w:rPr>
                <w:noProof/>
              </w:rPr>
              <w:t>Lock out</w:t>
            </w:r>
            <w:r w:rsidR="006B1B65" w:rsidRPr="004A686D">
              <w:t xml:space="preserve"> equipment</w:t>
            </w:r>
            <w:r w:rsidR="006B1B65" w:rsidRPr="006B1B65">
              <w:t xml:space="preserve"> </w:t>
            </w:r>
            <w:r w:rsidR="006B1B65" w:rsidRPr="005D5F94">
              <w:rPr>
                <w:noProof/>
              </w:rPr>
              <w:t>according</w:t>
            </w:r>
            <w:r w:rsidR="005D5F94">
              <w:rPr>
                <w:noProof/>
              </w:rPr>
              <w:t xml:space="preserve"> to</w:t>
            </w:r>
            <w:r w:rsidR="006B1B65">
              <w:t xml:space="preserve"> </w:t>
            </w:r>
            <w:r w:rsidR="008C1781" w:rsidRPr="005D5F94">
              <w:rPr>
                <w:noProof/>
              </w:rPr>
              <w:t>workplace</w:t>
            </w:r>
            <w:r w:rsidR="008C1781">
              <w:t xml:space="preserve"> </w:t>
            </w:r>
            <w:r w:rsidRPr="004A686D">
              <w:t xml:space="preserve">safety procedures </w:t>
            </w:r>
          </w:p>
          <w:p w14:paraId="06D51826" w14:textId="5C72C75C" w:rsidR="003467FF" w:rsidRPr="003467FF" w:rsidRDefault="003467FF" w:rsidP="003467FF">
            <w:pPr>
              <w:pStyle w:val="SIText"/>
            </w:pPr>
            <w:r w:rsidRPr="004A686D">
              <w:t>3.2 Check, maintain and clean automatic stacking machine mechanism</w:t>
            </w:r>
          </w:p>
          <w:p w14:paraId="380C278C" w14:textId="33305B53" w:rsidR="003467FF" w:rsidRPr="003467FF" w:rsidRDefault="003467FF" w:rsidP="003467FF">
            <w:pPr>
              <w:pStyle w:val="SIText"/>
            </w:pPr>
            <w:r w:rsidRPr="004A686D">
              <w:t xml:space="preserve">3.3 Keep machine area clear of dust and debris </w:t>
            </w:r>
            <w:r w:rsidR="008C1781">
              <w:t>according to workplace</w:t>
            </w:r>
            <w:r w:rsidRPr="004A686D">
              <w:t xml:space="preserve"> safety procedures</w:t>
            </w:r>
          </w:p>
          <w:p w14:paraId="4555F31C" w14:textId="612C4E5A" w:rsidR="003467FF" w:rsidRPr="003467FF" w:rsidRDefault="003467FF" w:rsidP="003467FF">
            <w:pPr>
              <w:pStyle w:val="SIText"/>
            </w:pPr>
            <w:r w:rsidRPr="004A686D">
              <w:t xml:space="preserve">3.4 Record </w:t>
            </w:r>
            <w:r w:rsidRPr="003467FF">
              <w:t>and report production outcomes and equipment faults to appropriate personnel</w:t>
            </w:r>
          </w:p>
        </w:tc>
      </w:tr>
    </w:tbl>
    <w:p w14:paraId="2B78F9C9" w14:textId="77777777" w:rsidR="005F771F" w:rsidRDefault="005F771F" w:rsidP="005F771F">
      <w:pPr>
        <w:pStyle w:val="SIText"/>
      </w:pPr>
    </w:p>
    <w:p w14:paraId="5B137008" w14:textId="77777777" w:rsidR="005F771F" w:rsidRPr="000754EC" w:rsidRDefault="005F771F" w:rsidP="000754EC">
      <w:r>
        <w:br w:type="page"/>
      </w:r>
    </w:p>
    <w:p w14:paraId="13BDBED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1CE915" w14:textId="77777777" w:rsidTr="00CA2922">
        <w:trPr>
          <w:tblHeader/>
        </w:trPr>
        <w:tc>
          <w:tcPr>
            <w:tcW w:w="5000" w:type="pct"/>
            <w:gridSpan w:val="2"/>
          </w:tcPr>
          <w:p w14:paraId="714F39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5B56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81FB6C" w14:textId="77777777" w:rsidTr="00CA2922">
        <w:trPr>
          <w:tblHeader/>
        </w:trPr>
        <w:tc>
          <w:tcPr>
            <w:tcW w:w="1396" w:type="pct"/>
          </w:tcPr>
          <w:p w14:paraId="2E26AD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E7B1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1781" w:rsidRPr="00C51CCE" w14:paraId="47390D46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FA66" w14:textId="77777777" w:rsidR="008C1781" w:rsidRPr="008C1781" w:rsidRDefault="008C1781" w:rsidP="008C1781">
            <w:pPr>
              <w:pStyle w:val="SIText"/>
            </w:pPr>
            <w:r w:rsidRPr="008C1781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EA5" w14:textId="2D27E680" w:rsidR="008C1781" w:rsidRPr="008C1781" w:rsidRDefault="008C1781" w:rsidP="008C1781">
            <w:pPr>
              <w:pStyle w:val="SIBulletList1"/>
            </w:pPr>
            <w:r w:rsidRPr="008C1781">
              <w:t xml:space="preserve">Extract </w:t>
            </w:r>
            <w:r w:rsidR="005D5F94">
              <w:rPr>
                <w:noProof/>
              </w:rPr>
              <w:t>essential</w:t>
            </w:r>
            <w:r w:rsidRPr="008C1781">
              <w:t xml:space="preserve"> information from operational manuals to determine safe operating procedures for equipment </w:t>
            </w:r>
          </w:p>
        </w:tc>
      </w:tr>
      <w:tr w:rsidR="008C1781" w:rsidRPr="00C51CCE" w14:paraId="48358423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0C25" w14:textId="77777777" w:rsidR="008C1781" w:rsidRPr="008C1781" w:rsidRDefault="008C1781" w:rsidP="008C1781">
            <w:pPr>
              <w:pStyle w:val="SIText"/>
            </w:pPr>
            <w:r w:rsidRPr="008C178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FDA" w14:textId="7FBCF635" w:rsidR="008C1781" w:rsidRPr="008C1781" w:rsidRDefault="008C1781" w:rsidP="008C1781">
            <w:pPr>
              <w:pStyle w:val="SIBulletList1"/>
            </w:pPr>
            <w:r w:rsidRPr="008C1781">
              <w:t xml:space="preserve">Prepare routine written reports using </w:t>
            </w:r>
            <w:r w:rsidR="005D5F94">
              <w:t xml:space="preserve">the </w:t>
            </w:r>
            <w:r w:rsidRPr="005D5F94">
              <w:rPr>
                <w:noProof/>
              </w:rPr>
              <w:t>required</w:t>
            </w:r>
            <w:r w:rsidRPr="008C1781">
              <w:t xml:space="preserve"> format, language and structure</w:t>
            </w:r>
          </w:p>
        </w:tc>
      </w:tr>
      <w:tr w:rsidR="008C1781" w:rsidRPr="00C51CCE" w14:paraId="716AA13B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19AB" w14:textId="77777777" w:rsidR="008C1781" w:rsidRPr="008C1781" w:rsidRDefault="008C1781" w:rsidP="008C1781">
            <w:pPr>
              <w:pStyle w:val="SIText"/>
            </w:pPr>
            <w:r w:rsidRPr="008C178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EA0" w14:textId="112D234B" w:rsidR="008C1781" w:rsidRPr="008C1781" w:rsidRDefault="008C1781" w:rsidP="008C1781">
            <w:pPr>
              <w:pStyle w:val="SIBulletList1"/>
            </w:pPr>
            <w:r w:rsidRPr="008C1781">
              <w:t xml:space="preserve">Employ active listening and questioning to clarify </w:t>
            </w:r>
            <w:r w:rsidR="005D5F94">
              <w:t xml:space="preserve">the </w:t>
            </w:r>
            <w:r w:rsidRPr="005D5F94">
              <w:rPr>
                <w:noProof/>
              </w:rPr>
              <w:t>content</w:t>
            </w:r>
            <w:r w:rsidRPr="008C1781">
              <w:t xml:space="preserve"> of work orders   </w:t>
            </w:r>
          </w:p>
        </w:tc>
      </w:tr>
      <w:tr w:rsidR="008C1781" w:rsidRPr="00C51CCE" w14:paraId="572567B8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3DDC" w14:textId="77777777" w:rsidR="008C1781" w:rsidRPr="008C1781" w:rsidRDefault="008C1781" w:rsidP="008C1781">
            <w:pPr>
              <w:pStyle w:val="SIText"/>
            </w:pPr>
            <w:r w:rsidRPr="008C178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265" w14:textId="7790C951" w:rsidR="008C1781" w:rsidRDefault="008C1781" w:rsidP="008C1781">
            <w:pPr>
              <w:pStyle w:val="SIBulletList1"/>
            </w:pPr>
            <w:r>
              <w:t>C</w:t>
            </w:r>
            <w:r w:rsidRPr="004A686D">
              <w:t xml:space="preserve">ount </w:t>
            </w:r>
            <w:r w:rsidRPr="008C1781">
              <w:t xml:space="preserve">numbers of </w:t>
            </w:r>
            <w:r w:rsidR="005D5F94">
              <w:t>timber products</w:t>
            </w:r>
            <w:r w:rsidRPr="008C1781">
              <w:t xml:space="preserve"> to be stacked, wrapped and packed</w:t>
            </w:r>
          </w:p>
          <w:p w14:paraId="15538258" w14:textId="60DF78DF" w:rsidR="008C1781" w:rsidRDefault="008C1781" w:rsidP="008C1781">
            <w:pPr>
              <w:pStyle w:val="SIBulletList1"/>
            </w:pPr>
            <w:r>
              <w:t xml:space="preserve">Identify quantities of </w:t>
            </w:r>
            <w:r w:rsidR="005D5F94">
              <w:t>timber products</w:t>
            </w:r>
            <w:r>
              <w:t xml:space="preserve"> in work order</w:t>
            </w:r>
          </w:p>
          <w:p w14:paraId="750B8CCC" w14:textId="30915A8B" w:rsidR="008C1781" w:rsidRPr="008C1781" w:rsidRDefault="005D5F94" w:rsidP="008C1781">
            <w:pPr>
              <w:pStyle w:val="SIBulletList1"/>
            </w:pPr>
            <w:r>
              <w:t xml:space="preserve">Verify </w:t>
            </w:r>
            <w:r w:rsidRPr="005D5F94">
              <w:rPr>
                <w:noProof/>
              </w:rPr>
              <w:t>quantities</w:t>
            </w:r>
            <w:r>
              <w:t xml:space="preserve"> by</w:t>
            </w:r>
            <w:r w:rsidR="008C1781">
              <w:t xml:space="preserve"> recounting components</w:t>
            </w:r>
          </w:p>
        </w:tc>
      </w:tr>
      <w:tr w:rsidR="008C1781" w:rsidRPr="00451E55" w:rsidDel="00C51CCE" w14:paraId="4011BB36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D030" w14:textId="3F451491" w:rsidR="008C1781" w:rsidRPr="008C1781" w:rsidDel="00C51CCE" w:rsidRDefault="008C1781" w:rsidP="008C1781">
            <w:pPr>
              <w:pStyle w:val="SIText"/>
            </w:pPr>
            <w:r w:rsidRPr="008C1781">
              <w:t xml:space="preserve">Navigate the </w:t>
            </w:r>
            <w:r w:rsidR="005D5F94">
              <w:t>w</w:t>
            </w:r>
            <w:r w:rsidRPr="005D5F94">
              <w:rPr>
                <w:noProof/>
              </w:rPr>
              <w:t>orld</w:t>
            </w:r>
            <w:r w:rsidRPr="008C1781">
              <w:t xml:space="preserve">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32D" w14:textId="77777777" w:rsidR="008C1781" w:rsidRPr="008C1781" w:rsidDel="00C51CCE" w:rsidRDefault="008C1781" w:rsidP="008C1781">
            <w:pPr>
              <w:pStyle w:val="SIBulletList1"/>
            </w:pPr>
            <w:r w:rsidRPr="008C1781">
              <w:t>Identify main tasks, responsibilities and boundaries of own role</w:t>
            </w:r>
          </w:p>
        </w:tc>
      </w:tr>
      <w:tr w:rsidR="008C1781" w:rsidRPr="00451E55" w:rsidDel="00C51CCE" w14:paraId="20F00360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D5BF" w14:textId="77777777" w:rsidR="008C1781" w:rsidRPr="008C1781" w:rsidDel="00C51CCE" w:rsidRDefault="008C1781" w:rsidP="008C1781">
            <w:pPr>
              <w:pStyle w:val="SIText"/>
            </w:pPr>
            <w:r w:rsidRPr="008C1781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ACAB" w14:textId="77777777" w:rsidR="008C1781" w:rsidRPr="008C1781" w:rsidDel="00C51CCE" w:rsidRDefault="008C1781" w:rsidP="008C1781">
            <w:pPr>
              <w:pStyle w:val="SIBulletList1"/>
            </w:pPr>
            <w:r w:rsidRPr="008C1781">
              <w:t>Use modes of communication suitable to purpose to confirm and clarify understanding</w:t>
            </w:r>
          </w:p>
        </w:tc>
      </w:tr>
      <w:tr w:rsidR="008C1781" w:rsidRPr="00451E55" w:rsidDel="00C51CCE" w14:paraId="2FDAB407" w14:textId="77777777" w:rsidTr="008C17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4FF8" w14:textId="77777777" w:rsidR="008C1781" w:rsidRPr="008C1781" w:rsidDel="00C51CCE" w:rsidRDefault="008C1781" w:rsidP="008C1781">
            <w:pPr>
              <w:pStyle w:val="SIText"/>
            </w:pPr>
            <w:r w:rsidRPr="008C1781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AB9E" w14:textId="77777777" w:rsidR="008C1781" w:rsidRPr="008C1781" w:rsidDel="00C51CCE" w:rsidRDefault="008C1781" w:rsidP="008C1781">
            <w:pPr>
              <w:pStyle w:val="SIBulletList1"/>
            </w:pPr>
            <w:r w:rsidRPr="008C1781">
              <w:t>Recognise and respond to routine problems</w:t>
            </w:r>
          </w:p>
        </w:tc>
      </w:tr>
    </w:tbl>
    <w:p w14:paraId="2FEE3BC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8D8207" w14:textId="77777777" w:rsidTr="00F33FF2">
        <w:tc>
          <w:tcPr>
            <w:tcW w:w="5000" w:type="pct"/>
            <w:gridSpan w:val="4"/>
          </w:tcPr>
          <w:p w14:paraId="3BD3847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052C2CD" w14:textId="77777777" w:rsidTr="00F33FF2">
        <w:tc>
          <w:tcPr>
            <w:tcW w:w="1028" w:type="pct"/>
          </w:tcPr>
          <w:p w14:paraId="1BC214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8F763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B751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BFAC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67FF" w14:paraId="48D5AFD1" w14:textId="77777777" w:rsidTr="00F33FF2">
        <w:tc>
          <w:tcPr>
            <w:tcW w:w="1028" w:type="pct"/>
          </w:tcPr>
          <w:p w14:paraId="7ABCEB4C" w14:textId="4F6854D8" w:rsidR="003467FF" w:rsidRDefault="003467FF" w:rsidP="003467FF">
            <w:pPr>
              <w:pStyle w:val="SIText"/>
            </w:pPr>
            <w:r>
              <w:t>FWP</w:t>
            </w:r>
            <w:r w:rsidRPr="003467FF">
              <w:t>COT3230 Operate automated stacking equipment</w:t>
            </w:r>
          </w:p>
          <w:p w14:paraId="2207FAC8" w14:textId="2259E151" w:rsidR="009B4720" w:rsidRPr="003467FF" w:rsidRDefault="009B4720" w:rsidP="003467F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3E30609" w14:textId="6E0E0ABD" w:rsidR="003467FF" w:rsidRDefault="003467FF" w:rsidP="003467FF">
            <w:pPr>
              <w:pStyle w:val="SIText"/>
            </w:pPr>
            <w:r w:rsidRPr="0059371D">
              <w:t>F</w:t>
            </w:r>
            <w:r w:rsidR="006B1B65">
              <w:t>W</w:t>
            </w:r>
            <w:r w:rsidRPr="0059371D">
              <w:t xml:space="preserve">PCOT3230 Operate automated </w:t>
            </w:r>
            <w:r w:rsidRPr="005D5F94">
              <w:rPr>
                <w:noProof/>
              </w:rPr>
              <w:t>stacking</w:t>
            </w:r>
            <w:r w:rsidRPr="0059371D">
              <w:t xml:space="preserve"> </w:t>
            </w:r>
            <w:r w:rsidRPr="005D5F94">
              <w:rPr>
                <w:noProof/>
              </w:rPr>
              <w:t>equipment</w:t>
            </w:r>
          </w:p>
          <w:p w14:paraId="272C8900" w14:textId="2FB8050C" w:rsidR="009B4720" w:rsidRPr="003467FF" w:rsidRDefault="009B4720" w:rsidP="003467FF">
            <w:pPr>
              <w:pStyle w:val="SIText"/>
            </w:pPr>
            <w:r w:rsidRPr="005D5F94">
              <w:rPr>
                <w:noProof/>
              </w:rPr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72907D45" w14:textId="12F8C888" w:rsidR="003467FF" w:rsidRPr="003467FF" w:rsidRDefault="008C1781" w:rsidP="00E12919">
            <w:pPr>
              <w:pStyle w:val="SIText"/>
            </w:pPr>
            <w:r w:rsidRPr="000144EC">
              <w:t xml:space="preserve">Updated </w:t>
            </w:r>
            <w:r w:rsidRPr="008C1781">
              <w:t>workplace health and safety requirements</w:t>
            </w:r>
            <w:r w:rsidR="00E12919">
              <w:t xml:space="preserve"> to match across sections; updated </w:t>
            </w:r>
            <w:r w:rsidRPr="008C1781">
              <w:t>foundation skills</w:t>
            </w:r>
          </w:p>
        </w:tc>
        <w:tc>
          <w:tcPr>
            <w:tcW w:w="1616" w:type="pct"/>
          </w:tcPr>
          <w:p w14:paraId="2C22A9B8" w14:textId="77777777" w:rsidR="003467FF" w:rsidRPr="003467FF" w:rsidRDefault="003467FF" w:rsidP="003467FF">
            <w:pPr>
              <w:pStyle w:val="SIText"/>
            </w:pPr>
            <w:r w:rsidRPr="00AB54B7">
              <w:t>Equivalent</w:t>
            </w:r>
          </w:p>
        </w:tc>
      </w:tr>
    </w:tbl>
    <w:p w14:paraId="48C6B2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A5A4C8" w14:textId="77777777" w:rsidTr="00CA2922">
        <w:tc>
          <w:tcPr>
            <w:tcW w:w="1396" w:type="pct"/>
            <w:shd w:val="clear" w:color="auto" w:fill="auto"/>
          </w:tcPr>
          <w:p w14:paraId="09C26BB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2AA705F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70AF764E" w14:textId="77777777" w:rsidR="00F1480E" w:rsidRDefault="00F1480E" w:rsidP="005F771F">
      <w:pPr>
        <w:pStyle w:val="SIText"/>
      </w:pPr>
    </w:p>
    <w:p w14:paraId="165A83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439C67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7488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B18B4B" w14:textId="5574B51A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3467FF" w:rsidRPr="003467FF">
              <w:t>FWPCOT3230 Operate automated stacking equipment</w:t>
            </w:r>
          </w:p>
        </w:tc>
      </w:tr>
      <w:tr w:rsidR="00556C4C" w:rsidRPr="00A55106" w14:paraId="68F5B76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8088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2BD27E" w14:textId="77777777" w:rsidTr="00113678">
        <w:tc>
          <w:tcPr>
            <w:tcW w:w="5000" w:type="pct"/>
            <w:gridSpan w:val="2"/>
            <w:shd w:val="clear" w:color="auto" w:fill="auto"/>
          </w:tcPr>
          <w:p w14:paraId="4A9B31CD" w14:textId="4AC0BD38" w:rsidR="00EF2A45" w:rsidRPr="00EF2A45" w:rsidRDefault="00EF2A45" w:rsidP="00EF2A45">
            <w:pPr>
              <w:pStyle w:val="SIText"/>
            </w:pPr>
            <w:r w:rsidRPr="00AA1C40">
              <w:t>A</w:t>
            </w:r>
            <w:r w:rsidRPr="00EF2A45">
              <w:t>n individual demonstrating competency must satisfy all the elements and performance criteria in this unit. There must be evidence that</w:t>
            </w:r>
            <w:r w:rsidR="005D5F94" w:rsidRPr="00EF2A45">
              <w:t xml:space="preserve">, </w:t>
            </w:r>
            <w:r w:rsidR="005D5F94">
              <w:t xml:space="preserve">on at least </w:t>
            </w:r>
            <w:r w:rsidR="005D5F94" w:rsidRPr="00EF2A45">
              <w:t xml:space="preserve">one occasion, </w:t>
            </w:r>
            <w:r w:rsidRPr="00EF2A45">
              <w:t xml:space="preserve">the individual </w:t>
            </w:r>
            <w:r w:rsidRPr="005D5F94">
              <w:rPr>
                <w:noProof/>
              </w:rPr>
              <w:t>has</w:t>
            </w:r>
            <w:r w:rsidR="005D5F94" w:rsidRPr="005D5F94">
              <w:rPr>
                <w:noProof/>
              </w:rPr>
              <w:t xml:space="preserve"> </w:t>
            </w:r>
            <w:r w:rsidR="00060243" w:rsidRPr="005D5F94">
              <w:rPr>
                <w:noProof/>
              </w:rPr>
              <w:t>operated</w:t>
            </w:r>
            <w:r w:rsidR="00060243">
              <w:t xml:space="preserve"> </w:t>
            </w:r>
            <w:r>
              <w:t xml:space="preserve">automatic or semi-automatic </w:t>
            </w:r>
            <w:r w:rsidR="00060243">
              <w:t>stacking equipment</w:t>
            </w:r>
            <w:r w:rsidRPr="00EF2A45">
              <w:t xml:space="preserve"> and </w:t>
            </w:r>
            <w:r w:rsidRPr="005D5F94">
              <w:rPr>
                <w:noProof/>
              </w:rPr>
              <w:t>has</w:t>
            </w:r>
            <w:r w:rsidRPr="00EF2A45">
              <w:t>:</w:t>
            </w:r>
          </w:p>
          <w:p w14:paraId="69A6793B" w14:textId="233B22A4" w:rsidR="003467FF" w:rsidRDefault="003467FF" w:rsidP="003467FF">
            <w:pPr>
              <w:pStyle w:val="SIBulletList1"/>
            </w:pPr>
            <w:r w:rsidRPr="00FD4E2F">
              <w:t>stack</w:t>
            </w:r>
            <w:r w:rsidR="00060243">
              <w:t>ed</w:t>
            </w:r>
            <w:r w:rsidRPr="00FD4E2F">
              <w:t xml:space="preserve"> and buil</w:t>
            </w:r>
            <w:r w:rsidR="00060243">
              <w:t>t</w:t>
            </w:r>
            <w:r w:rsidRPr="00FD4E2F">
              <w:t xml:space="preserve"> packs </w:t>
            </w:r>
            <w:r w:rsidR="00060243">
              <w:t xml:space="preserve">of timber </w:t>
            </w:r>
            <w:r w:rsidRPr="00FD4E2F">
              <w:t xml:space="preserve">using an automatic </w:t>
            </w:r>
            <w:r w:rsidR="00EF2A45">
              <w:t xml:space="preserve">or </w:t>
            </w:r>
            <w:r w:rsidR="00EF2A45" w:rsidRPr="005D5F94">
              <w:rPr>
                <w:noProof/>
              </w:rPr>
              <w:t>semi</w:t>
            </w:r>
            <w:r w:rsidR="005D5F94">
              <w:rPr>
                <w:noProof/>
              </w:rPr>
              <w:t>-</w:t>
            </w:r>
            <w:r w:rsidR="00EF2A45" w:rsidRPr="005D5F94">
              <w:rPr>
                <w:noProof/>
              </w:rPr>
              <w:t>automatic</w:t>
            </w:r>
            <w:r w:rsidR="00EF2A45">
              <w:t xml:space="preserve"> </w:t>
            </w:r>
            <w:r w:rsidRPr="00FD4E2F">
              <w:t xml:space="preserve">stacking machine </w:t>
            </w:r>
            <w:r w:rsidR="00EF2A45">
              <w:t xml:space="preserve">according to </w:t>
            </w:r>
            <w:r w:rsidRPr="00FD4E2F">
              <w:t xml:space="preserve">an individual work order prescribing different types, dimensions and numbers of </w:t>
            </w:r>
            <w:r w:rsidR="005D5F94">
              <w:t>timber products</w:t>
            </w:r>
            <w:r w:rsidRPr="00FD4E2F">
              <w:t xml:space="preserve"> to be packed</w:t>
            </w:r>
          </w:p>
          <w:p w14:paraId="6C211B52" w14:textId="451FF6F7" w:rsidR="00060243" w:rsidRPr="003467FF" w:rsidRDefault="00060243" w:rsidP="003467FF">
            <w:pPr>
              <w:pStyle w:val="SIBulletList1"/>
            </w:pPr>
            <w:r w:rsidRPr="005D5F94">
              <w:rPr>
                <w:noProof/>
              </w:rPr>
              <w:t>completed</w:t>
            </w:r>
            <w:r>
              <w:t xml:space="preserve"> the following tasks for each pack:</w:t>
            </w:r>
          </w:p>
          <w:p w14:paraId="4F95B714" w14:textId="3F9E4022" w:rsidR="003467FF" w:rsidRPr="003467FF" w:rsidRDefault="003467FF" w:rsidP="003467FF">
            <w:pPr>
              <w:pStyle w:val="SIBulletList2"/>
            </w:pPr>
            <w:r w:rsidRPr="00FD4E2F">
              <w:t>appl</w:t>
            </w:r>
            <w:r w:rsidR="00060243">
              <w:t>ied</w:t>
            </w:r>
            <w:r w:rsidRPr="00FD4E2F">
              <w:t xml:space="preserve"> protective strips to </w:t>
            </w:r>
            <w:r w:rsidRPr="005D5F94">
              <w:rPr>
                <w:noProof/>
              </w:rPr>
              <w:t>packs</w:t>
            </w:r>
          </w:p>
          <w:p w14:paraId="3D9D63B1" w14:textId="350F2AA0" w:rsidR="003467FF" w:rsidRPr="003467FF" w:rsidRDefault="003467FF" w:rsidP="003467FF">
            <w:pPr>
              <w:pStyle w:val="SIBulletList2"/>
            </w:pPr>
            <w:r w:rsidRPr="00FD4E2F">
              <w:t>app</w:t>
            </w:r>
            <w:r w:rsidR="00060243">
              <w:t>lied</w:t>
            </w:r>
            <w:r w:rsidRPr="00FD4E2F">
              <w:t xml:space="preserve"> wrapping to </w:t>
            </w:r>
            <w:r w:rsidRPr="005D5F94">
              <w:rPr>
                <w:noProof/>
              </w:rPr>
              <w:t>packs</w:t>
            </w:r>
            <w:r w:rsidRPr="00FD4E2F">
              <w:t xml:space="preserve"> to prevent water penetration during storage and transportation</w:t>
            </w:r>
          </w:p>
          <w:p w14:paraId="5A064694" w14:textId="6A839D5C" w:rsidR="003467FF" w:rsidRPr="003467FF" w:rsidRDefault="003467FF" w:rsidP="003467FF">
            <w:pPr>
              <w:pStyle w:val="SIBulletList2"/>
            </w:pPr>
            <w:r w:rsidRPr="00FD4E2F">
              <w:t>strap</w:t>
            </w:r>
            <w:r w:rsidR="00060243">
              <w:t>ped</w:t>
            </w:r>
            <w:r w:rsidRPr="00FD4E2F">
              <w:t xml:space="preserve"> </w:t>
            </w:r>
            <w:r w:rsidRPr="005D5F94">
              <w:rPr>
                <w:noProof/>
              </w:rPr>
              <w:t>packs</w:t>
            </w:r>
          </w:p>
          <w:p w14:paraId="3DCE8E55" w14:textId="0E881F7F" w:rsidR="003467FF" w:rsidRPr="003467FF" w:rsidRDefault="003467FF" w:rsidP="003467FF">
            <w:pPr>
              <w:pStyle w:val="SIBulletList2"/>
            </w:pPr>
            <w:r w:rsidRPr="005D5F94">
              <w:rPr>
                <w:noProof/>
              </w:rPr>
              <w:t>labe</w:t>
            </w:r>
            <w:r w:rsidR="005D5F94">
              <w:rPr>
                <w:noProof/>
              </w:rPr>
              <w:t>l</w:t>
            </w:r>
            <w:r w:rsidRPr="005D5F94">
              <w:rPr>
                <w:noProof/>
              </w:rPr>
              <w:t>l</w:t>
            </w:r>
            <w:r w:rsidR="00060243" w:rsidRPr="005D5F94">
              <w:rPr>
                <w:noProof/>
              </w:rPr>
              <w:t>ed</w:t>
            </w:r>
            <w:r w:rsidRPr="00FD4E2F">
              <w:t xml:space="preserve"> </w:t>
            </w:r>
            <w:r w:rsidRPr="005D5F94">
              <w:rPr>
                <w:noProof/>
              </w:rPr>
              <w:t>packs</w:t>
            </w:r>
            <w:r w:rsidRPr="00FD4E2F">
              <w:t xml:space="preserve"> ready for storage or </w:t>
            </w:r>
            <w:r w:rsidRPr="005D5F94">
              <w:rPr>
                <w:noProof/>
              </w:rPr>
              <w:t>transportation</w:t>
            </w:r>
          </w:p>
          <w:p w14:paraId="2BE5A454" w14:textId="35CA1090" w:rsidR="00BA0270" w:rsidRDefault="003467FF" w:rsidP="003467FF">
            <w:pPr>
              <w:pStyle w:val="SIBulletList1"/>
            </w:pPr>
            <w:r w:rsidRPr="00FD4E2F">
              <w:t>complete</w:t>
            </w:r>
            <w:r w:rsidR="00060243">
              <w:t>d</w:t>
            </w:r>
            <w:r w:rsidRPr="00FD4E2F">
              <w:t xml:space="preserve"> operator maintenance on the automatic </w:t>
            </w:r>
            <w:r w:rsidR="00EF2A45">
              <w:t xml:space="preserve">or </w:t>
            </w:r>
            <w:r w:rsidR="00EF2A45" w:rsidRPr="005D5F94">
              <w:rPr>
                <w:noProof/>
              </w:rPr>
              <w:t>semi</w:t>
            </w:r>
            <w:r w:rsidR="005D5F94">
              <w:rPr>
                <w:noProof/>
              </w:rPr>
              <w:t>-</w:t>
            </w:r>
            <w:r w:rsidR="00EF2A45" w:rsidRPr="005D5F94">
              <w:rPr>
                <w:noProof/>
              </w:rPr>
              <w:t>automatic</w:t>
            </w:r>
            <w:r w:rsidR="00EF2A45">
              <w:t xml:space="preserve"> </w:t>
            </w:r>
            <w:r w:rsidRPr="00FD4E2F">
              <w:t>stacking machine</w:t>
            </w:r>
          </w:p>
          <w:p w14:paraId="3837224E" w14:textId="1C985B64" w:rsidR="00556C4C" w:rsidRPr="000754EC" w:rsidRDefault="00BA0270" w:rsidP="003467FF">
            <w:pPr>
              <w:pStyle w:val="SIBulletList1"/>
            </w:pPr>
            <w:r>
              <w:t>r</w:t>
            </w:r>
            <w:r w:rsidRPr="004A686D">
              <w:t>ecord</w:t>
            </w:r>
            <w:r>
              <w:t>ed</w:t>
            </w:r>
            <w:r w:rsidRPr="004A686D">
              <w:t xml:space="preserve"> </w:t>
            </w:r>
            <w:r w:rsidRPr="00BA0270">
              <w:t>and report</w:t>
            </w:r>
            <w:r>
              <w:t>ed</w:t>
            </w:r>
            <w:r w:rsidRPr="00BA0270">
              <w:t xml:space="preserve"> production outcomes and equipment faults to appropriate personnel</w:t>
            </w:r>
          </w:p>
        </w:tc>
      </w:tr>
    </w:tbl>
    <w:p w14:paraId="4A37028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8E8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B694F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E893D6" w14:textId="77777777" w:rsidTr="00CA2922">
        <w:tc>
          <w:tcPr>
            <w:tcW w:w="5000" w:type="pct"/>
            <w:shd w:val="clear" w:color="auto" w:fill="auto"/>
          </w:tcPr>
          <w:p w14:paraId="2F87283C" w14:textId="77777777" w:rsidR="00060243" w:rsidRPr="00060243" w:rsidRDefault="00060243" w:rsidP="00060243">
            <w:r w:rsidRPr="00E25AF7">
              <w:t>A</w:t>
            </w:r>
            <w:r w:rsidRPr="00060243">
              <w:t xml:space="preserve">n individual must be able to demonstrate the knowledge required to perform the tasks outlined in the elements and performance criteria of this unit. </w:t>
            </w:r>
            <w:r w:rsidRPr="005D5F94">
              <w:rPr>
                <w:noProof/>
              </w:rPr>
              <w:t>This</w:t>
            </w:r>
            <w:r w:rsidRPr="00060243">
              <w:t xml:space="preserve"> includes </w:t>
            </w:r>
            <w:r w:rsidRPr="005D5F94">
              <w:rPr>
                <w:noProof/>
              </w:rPr>
              <w:t>knowledge</w:t>
            </w:r>
            <w:r w:rsidRPr="00060243">
              <w:t xml:space="preserve"> of:</w:t>
            </w:r>
            <w:r w:rsidRPr="00060243" w:rsidDel="0033327B">
              <w:t xml:space="preserve"> </w:t>
            </w:r>
          </w:p>
          <w:p w14:paraId="14FC1E3A" w14:textId="3420AC0A" w:rsidR="006B1B65" w:rsidRDefault="006B1B65" w:rsidP="003467FF">
            <w:pPr>
              <w:pStyle w:val="SIBulletList1"/>
            </w:pPr>
            <w:r>
              <w:t>types of risk and hazards and mitigation measures associated with operating stacking equipment</w:t>
            </w:r>
          </w:p>
          <w:p w14:paraId="1715F688" w14:textId="3264087F" w:rsidR="003467FF" w:rsidRPr="003467FF" w:rsidRDefault="003467FF" w:rsidP="003467FF">
            <w:pPr>
              <w:pStyle w:val="SIBulletList1"/>
            </w:pPr>
            <w:r w:rsidRPr="005D5F94">
              <w:rPr>
                <w:noProof/>
              </w:rPr>
              <w:t>range</w:t>
            </w:r>
            <w:r w:rsidRPr="00FD4E2F">
              <w:t xml:space="preserve"> of industry standard lengths, cross sections, appearance grades, markings and applicable terminology</w:t>
            </w:r>
            <w:r w:rsidR="005D5F94">
              <w:t xml:space="preserve"> for relevant timber products</w:t>
            </w:r>
          </w:p>
          <w:p w14:paraId="409F6AB7" w14:textId="77777777" w:rsidR="003467FF" w:rsidRPr="003467FF" w:rsidRDefault="003467FF" w:rsidP="003467FF">
            <w:pPr>
              <w:pStyle w:val="SIBulletList1"/>
            </w:pPr>
            <w:r w:rsidRPr="00FD4E2F">
              <w:t>purpose, features and operation of automatic or semi-automatic stacking machines</w:t>
            </w:r>
          </w:p>
          <w:p w14:paraId="3ECDC7DF" w14:textId="062CCA79" w:rsidR="003467FF" w:rsidRPr="003467FF" w:rsidRDefault="003467FF" w:rsidP="003467FF">
            <w:pPr>
              <w:pStyle w:val="SIBulletList1"/>
            </w:pPr>
            <w:r w:rsidRPr="005D5F94">
              <w:rPr>
                <w:noProof/>
              </w:rPr>
              <w:t>typical</w:t>
            </w:r>
            <w:r w:rsidRPr="00FD4E2F">
              <w:t xml:space="preserve"> </w:t>
            </w:r>
            <w:r w:rsidRPr="005D5F94">
              <w:rPr>
                <w:noProof/>
              </w:rPr>
              <w:t>workflow</w:t>
            </w:r>
            <w:r w:rsidRPr="00FD4E2F">
              <w:t xml:space="preserve"> processes used </w:t>
            </w:r>
            <w:r w:rsidRPr="005D5F94">
              <w:rPr>
                <w:noProof/>
              </w:rPr>
              <w:t>to build, wrap and strap packs</w:t>
            </w:r>
            <w:r w:rsidRPr="00FD4E2F">
              <w:t xml:space="preserve"> </w:t>
            </w:r>
            <w:r w:rsidR="005D5F94" w:rsidRPr="005D5F94">
              <w:t>automatically</w:t>
            </w:r>
          </w:p>
          <w:p w14:paraId="0A22B2D9" w14:textId="4CC189E5" w:rsidR="006B1B65" w:rsidRDefault="006B1B65" w:rsidP="006B1B65">
            <w:pPr>
              <w:pStyle w:val="SIBulletList1"/>
            </w:pPr>
            <w:r>
              <w:t xml:space="preserve">methods for </w:t>
            </w:r>
            <w:r w:rsidRPr="00FD4E2F">
              <w:t xml:space="preserve">labelling </w:t>
            </w:r>
            <w:r w:rsidR="005D5F94">
              <w:t xml:space="preserve">timber </w:t>
            </w:r>
            <w:r w:rsidRPr="00FD4E2F">
              <w:t xml:space="preserve">products </w:t>
            </w:r>
            <w:r w:rsidR="005D5F94">
              <w:t xml:space="preserve">and </w:t>
            </w:r>
            <w:r w:rsidR="005D5F94" w:rsidRPr="005D5F94">
              <w:rPr>
                <w:noProof/>
              </w:rPr>
              <w:t>packs</w:t>
            </w:r>
            <w:r w:rsidR="005D5F94">
              <w:t xml:space="preserve"> </w:t>
            </w:r>
            <w:r w:rsidRPr="005D5F94">
              <w:rPr>
                <w:noProof/>
              </w:rPr>
              <w:t>for</w:t>
            </w:r>
            <w:r w:rsidRPr="00FD4E2F">
              <w:t xml:space="preserve"> identification </w:t>
            </w:r>
          </w:p>
          <w:p w14:paraId="7779843C" w14:textId="0A9ACE95" w:rsidR="003467FF" w:rsidRPr="003467FF" w:rsidRDefault="00A45991" w:rsidP="003467FF">
            <w:pPr>
              <w:pStyle w:val="SIBulletList1"/>
            </w:pPr>
            <w:r>
              <w:t xml:space="preserve">quality requirements </w:t>
            </w:r>
            <w:r w:rsidR="00F50C1E">
              <w:t xml:space="preserve">for </w:t>
            </w:r>
            <w:r w:rsidR="00F50C1E" w:rsidRPr="005D5F94">
              <w:rPr>
                <w:noProof/>
              </w:rPr>
              <w:t>packs</w:t>
            </w:r>
          </w:p>
          <w:p w14:paraId="0BD2E3EB" w14:textId="6FF3D7E8" w:rsidR="003467FF" w:rsidRPr="003467FF" w:rsidRDefault="00060243" w:rsidP="003467FF">
            <w:pPr>
              <w:pStyle w:val="SIBulletList1"/>
            </w:pPr>
            <w:r>
              <w:t>work</w:t>
            </w:r>
            <w:r w:rsidR="00BA0270">
              <w:t>place</w:t>
            </w:r>
            <w:r w:rsidRPr="00FD4E2F">
              <w:t xml:space="preserve"> </w:t>
            </w:r>
            <w:r w:rsidR="003467FF" w:rsidRPr="00FD4E2F">
              <w:t>procedures specific to operating automatic stacking machines:</w:t>
            </w:r>
          </w:p>
          <w:p w14:paraId="347E5410" w14:textId="3C6A521C" w:rsidR="003467FF" w:rsidRPr="003467FF" w:rsidRDefault="003467FF" w:rsidP="003467FF">
            <w:pPr>
              <w:pStyle w:val="SIBulletList2"/>
            </w:pPr>
            <w:r w:rsidRPr="00FD4E2F">
              <w:t xml:space="preserve">workplace health and safety with particular emphasis on equipment </w:t>
            </w:r>
            <w:r w:rsidRPr="005D5F94">
              <w:rPr>
                <w:noProof/>
              </w:rPr>
              <w:t>lockout</w:t>
            </w:r>
            <w:r w:rsidR="006B1B65">
              <w:t xml:space="preserve">, </w:t>
            </w:r>
            <w:r w:rsidRPr="00FD4E2F">
              <w:t>use of personal protective equipment</w:t>
            </w:r>
            <w:r w:rsidR="0008126F">
              <w:t xml:space="preserve"> (PPE)</w:t>
            </w:r>
            <w:r w:rsidR="006B1B65">
              <w:t>, safe manual handling</w:t>
            </w:r>
          </w:p>
          <w:p w14:paraId="6D6BAB4C" w14:textId="77777777" w:rsidR="003467FF" w:rsidRPr="003467FF" w:rsidRDefault="003467FF" w:rsidP="003467FF">
            <w:pPr>
              <w:pStyle w:val="SIBulletList2"/>
            </w:pPr>
            <w:r w:rsidRPr="00FD4E2F">
              <w:t>communication reporting lines</w:t>
            </w:r>
          </w:p>
          <w:p w14:paraId="5697795F" w14:textId="77777777" w:rsidR="003467FF" w:rsidRPr="003467FF" w:rsidRDefault="003467FF" w:rsidP="003467FF">
            <w:pPr>
              <w:pStyle w:val="SIBulletList2"/>
            </w:pPr>
            <w:r w:rsidRPr="00FD4E2F">
              <w:t>recording and reporting production outcomes and equipment faults</w:t>
            </w:r>
          </w:p>
          <w:p w14:paraId="10C27EFD" w14:textId="67A68B08" w:rsidR="006B1B65" w:rsidRPr="006B1B65" w:rsidRDefault="006B1B65" w:rsidP="006B1B65">
            <w:pPr>
              <w:pStyle w:val="SIBulletList1"/>
            </w:pPr>
            <w:r w:rsidRPr="00FD4E2F">
              <w:t>environmental protection practices for stacking and binding material:</w:t>
            </w:r>
          </w:p>
          <w:p w14:paraId="108E7419" w14:textId="77777777" w:rsidR="006B1B65" w:rsidRPr="006B1B65" w:rsidRDefault="006B1B65" w:rsidP="006B1B65">
            <w:pPr>
              <w:pStyle w:val="SIBulletList2"/>
            </w:pPr>
            <w:r w:rsidRPr="00FD4E2F">
              <w:t>reducing water and energy use</w:t>
            </w:r>
          </w:p>
          <w:p w14:paraId="4408A1CC" w14:textId="77777777" w:rsidR="006B1B65" w:rsidRPr="006B1B65" w:rsidRDefault="006B1B65" w:rsidP="006B1B65">
            <w:pPr>
              <w:pStyle w:val="SIBulletList2"/>
            </w:pPr>
            <w:r w:rsidRPr="00FD4E2F">
              <w:t xml:space="preserve">cleaning plant, tools and </w:t>
            </w:r>
            <w:r w:rsidRPr="006B1B65">
              <w:t>equipment</w:t>
            </w:r>
          </w:p>
          <w:p w14:paraId="0C18079C" w14:textId="7B309808" w:rsidR="00F1480E" w:rsidRPr="000754EC" w:rsidRDefault="006B1B65" w:rsidP="006B1B65">
            <w:pPr>
              <w:pStyle w:val="SIBulletList2"/>
            </w:pPr>
            <w:proofErr w:type="gramStart"/>
            <w:r w:rsidRPr="00FD4E2F">
              <w:t>disposing</w:t>
            </w:r>
            <w:proofErr w:type="gramEnd"/>
            <w:r w:rsidRPr="00FD4E2F">
              <w:t xml:space="preserve"> of, recycling and reusing timber and other waste</w:t>
            </w:r>
            <w:r>
              <w:t>.</w:t>
            </w:r>
          </w:p>
        </w:tc>
      </w:tr>
    </w:tbl>
    <w:p w14:paraId="457C3A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5CB8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CA1A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DCECDC" w14:textId="77777777" w:rsidTr="00CA2922">
        <w:tc>
          <w:tcPr>
            <w:tcW w:w="5000" w:type="pct"/>
            <w:shd w:val="clear" w:color="auto" w:fill="auto"/>
          </w:tcPr>
          <w:p w14:paraId="74202F2A" w14:textId="77777777" w:rsidR="00060243" w:rsidRPr="00060243" w:rsidRDefault="00060243" w:rsidP="00060243">
            <w:pPr>
              <w:pStyle w:val="SIText"/>
            </w:pPr>
            <w:r>
              <w:t xml:space="preserve">Assessment of the skills in this unit of </w:t>
            </w:r>
            <w:r w:rsidRPr="00060243">
              <w:t>competency must take place under the following conditions:</w:t>
            </w:r>
          </w:p>
          <w:p w14:paraId="11BE56F8" w14:textId="77777777" w:rsidR="00060243" w:rsidRPr="00060243" w:rsidRDefault="00060243" w:rsidP="00060243">
            <w:pPr>
              <w:pStyle w:val="SIBulletList1"/>
            </w:pPr>
            <w:r w:rsidRPr="00772464">
              <w:t xml:space="preserve">physical </w:t>
            </w:r>
            <w:r w:rsidRPr="00060243">
              <w:t>conditions:</w:t>
            </w:r>
          </w:p>
          <w:p w14:paraId="4E1B338C" w14:textId="78F00E86" w:rsidR="00060243" w:rsidRPr="00060243" w:rsidRDefault="00060243" w:rsidP="00060243">
            <w:pPr>
              <w:pStyle w:val="SIBulletList2"/>
            </w:pPr>
            <w:r w:rsidRPr="005D5F94">
              <w:rPr>
                <w:noProof/>
              </w:rPr>
              <w:t>skills</w:t>
            </w:r>
            <w:r>
              <w:t xml:space="preserve"> must </w:t>
            </w:r>
            <w:r w:rsidRPr="005D5F94">
              <w:rPr>
                <w:noProof/>
              </w:rPr>
              <w:t>be demonstrated</w:t>
            </w:r>
            <w:r>
              <w:t xml:space="preserve"> in </w:t>
            </w:r>
            <w:r w:rsidR="005D5F94">
              <w:t xml:space="preserve">a </w:t>
            </w:r>
            <w:r w:rsidR="005D5F94" w:rsidRPr="005D5F94">
              <w:rPr>
                <w:noProof/>
              </w:rPr>
              <w:t>timber</w:t>
            </w:r>
            <w:r w:rsidR="005D5F94">
              <w:t xml:space="preserve"> processing plant, timber product manufacturing plant </w:t>
            </w:r>
            <w:r w:rsidRPr="005D5F94">
              <w:rPr>
                <w:noProof/>
              </w:rPr>
              <w:t>or</w:t>
            </w:r>
            <w:r w:rsidRPr="00060243">
              <w:t xml:space="preserve"> an environment that accurately represents workplace conditions</w:t>
            </w:r>
          </w:p>
          <w:p w14:paraId="04955855" w14:textId="77777777" w:rsidR="00060243" w:rsidRPr="00060243" w:rsidRDefault="00060243" w:rsidP="00060243">
            <w:pPr>
              <w:pStyle w:val="SIBulletList1"/>
            </w:pPr>
            <w:r w:rsidRPr="00772464">
              <w:t>resources, equipment and materials:</w:t>
            </w:r>
          </w:p>
          <w:p w14:paraId="7719BC4F" w14:textId="77777777" w:rsidR="003467FF" w:rsidRPr="003467FF" w:rsidRDefault="003467FF" w:rsidP="005D5F94">
            <w:pPr>
              <w:pStyle w:val="SIBulletList2"/>
            </w:pPr>
            <w:r w:rsidRPr="00FD4E2F">
              <w:t>automatic or semi-automatic stacking machines</w:t>
            </w:r>
          </w:p>
          <w:p w14:paraId="315A1BA2" w14:textId="3E4761C7" w:rsidR="003467FF" w:rsidRPr="003467FF" w:rsidRDefault="003467FF" w:rsidP="005D5F94">
            <w:pPr>
              <w:pStyle w:val="SIBulletList2"/>
            </w:pPr>
            <w:r w:rsidRPr="00FD4E2F">
              <w:t xml:space="preserve">personal protective </w:t>
            </w:r>
            <w:r w:rsidRPr="003467FF">
              <w:t>equipment</w:t>
            </w:r>
            <w:r w:rsidR="00060243">
              <w:t xml:space="preserve"> (PPE)</w:t>
            </w:r>
            <w:r w:rsidRPr="003467FF">
              <w:t xml:space="preserve"> suitable for operating automatic stacking machines</w:t>
            </w:r>
          </w:p>
          <w:p w14:paraId="68E2F648" w14:textId="5FCA03A4" w:rsidR="003467FF" w:rsidRPr="003467FF" w:rsidRDefault="003467FF" w:rsidP="005D5F94">
            <w:pPr>
              <w:pStyle w:val="SIBulletList2"/>
            </w:pPr>
            <w:r w:rsidRPr="00FD4E2F">
              <w:t xml:space="preserve">commercial quantities of </w:t>
            </w:r>
            <w:r w:rsidR="005D5F94">
              <w:t>timber products</w:t>
            </w:r>
            <w:r w:rsidRPr="00FD4E2F">
              <w:t xml:space="preserve"> to be stacked, wrapped and strapped</w:t>
            </w:r>
          </w:p>
          <w:p w14:paraId="660F1F97" w14:textId="77777777" w:rsidR="003467FF" w:rsidRPr="003467FF" w:rsidRDefault="003467FF" w:rsidP="005D5F94">
            <w:pPr>
              <w:pStyle w:val="SIBulletList2"/>
            </w:pPr>
            <w:r w:rsidRPr="00FD4E2F">
              <w:t>materials from which to build packs</w:t>
            </w:r>
          </w:p>
          <w:p w14:paraId="6D3BD239" w14:textId="77777777" w:rsidR="003467FF" w:rsidRPr="003467FF" w:rsidRDefault="003467FF" w:rsidP="005D5F94">
            <w:pPr>
              <w:pStyle w:val="SIBulletList2"/>
            </w:pPr>
            <w:r w:rsidRPr="00FD4E2F">
              <w:t xml:space="preserve">consumable strapping, packaging and labelling </w:t>
            </w:r>
            <w:r w:rsidRPr="005D5F94">
              <w:rPr>
                <w:noProof/>
              </w:rPr>
              <w:t>materials</w:t>
            </w:r>
          </w:p>
          <w:p w14:paraId="0902A7FB" w14:textId="77777777" w:rsidR="00060243" w:rsidRDefault="00060243" w:rsidP="00060243">
            <w:pPr>
              <w:pStyle w:val="SIBulletList1"/>
            </w:pPr>
            <w:r>
              <w:t>specifications:</w:t>
            </w:r>
          </w:p>
          <w:p w14:paraId="2AFCC3E7" w14:textId="7A903308" w:rsidR="003467FF" w:rsidRPr="003467FF" w:rsidRDefault="003467FF" w:rsidP="005D5F94">
            <w:pPr>
              <w:pStyle w:val="SIBulletList2"/>
            </w:pPr>
            <w:r w:rsidRPr="00FD4E2F">
              <w:t xml:space="preserve">work order with specific </w:t>
            </w:r>
            <w:r w:rsidRPr="003467FF">
              <w:t>instructions for automatically stacking material</w:t>
            </w:r>
          </w:p>
          <w:p w14:paraId="3916531C" w14:textId="77777777" w:rsidR="0008126F" w:rsidRPr="0008126F" w:rsidRDefault="0008126F" w:rsidP="0008126F">
            <w:pPr>
              <w:pStyle w:val="SIBulletList2"/>
            </w:pPr>
            <w:r w:rsidRPr="00FD4E2F">
              <w:t xml:space="preserve">template documents for </w:t>
            </w:r>
            <w:r w:rsidRPr="005D5F94">
              <w:rPr>
                <w:noProof/>
              </w:rPr>
              <w:t>recording</w:t>
            </w:r>
            <w:r w:rsidRPr="00FD4E2F">
              <w:t xml:space="preserve"> production outcomes and equipment faults</w:t>
            </w:r>
          </w:p>
          <w:p w14:paraId="5DEED7A2" w14:textId="16270AEE" w:rsidR="003467FF" w:rsidRPr="003467FF" w:rsidRDefault="00060243" w:rsidP="005D5F94">
            <w:pPr>
              <w:pStyle w:val="SIBulletList2"/>
            </w:pPr>
            <w:proofErr w:type="gramStart"/>
            <w:r>
              <w:t>workplace</w:t>
            </w:r>
            <w:proofErr w:type="gramEnd"/>
            <w:r w:rsidR="003467FF" w:rsidRPr="00FD4E2F">
              <w:t xml:space="preserve"> procedures for operating automatic stacking machines.</w:t>
            </w:r>
          </w:p>
          <w:p w14:paraId="2ED34E20" w14:textId="77777777" w:rsidR="003467FF" w:rsidRDefault="003467FF" w:rsidP="003467FF"/>
          <w:p w14:paraId="74453A5D" w14:textId="580F8125" w:rsidR="00F1480E" w:rsidRPr="000754EC" w:rsidRDefault="00060243" w:rsidP="005D5F94">
            <w:pPr>
              <w:rPr>
                <w:rFonts w:eastAsia="Calibri"/>
              </w:rPr>
            </w:pPr>
            <w:r>
              <w:t xml:space="preserve">Assessors of this </w:t>
            </w:r>
            <w:r w:rsidRPr="00060243">
              <w:t>unit must satisfy the requirements for assessors in applicable vocational education and training legislation, frameworks and / or standards.</w:t>
            </w:r>
          </w:p>
        </w:tc>
      </w:tr>
    </w:tbl>
    <w:p w14:paraId="1C777D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5DBBFC" w14:textId="77777777" w:rsidTr="004679E3">
        <w:tc>
          <w:tcPr>
            <w:tcW w:w="990" w:type="pct"/>
            <w:shd w:val="clear" w:color="auto" w:fill="auto"/>
          </w:tcPr>
          <w:p w14:paraId="2F08203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C8FE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CECB64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1901616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D4F03" w16cid:durableId="1F6812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584CF" w14:textId="77777777" w:rsidR="00216A64" w:rsidRDefault="00216A64" w:rsidP="00BF3F0A">
      <w:r>
        <w:separator/>
      </w:r>
    </w:p>
    <w:p w14:paraId="4624F595" w14:textId="77777777" w:rsidR="00216A64" w:rsidRDefault="00216A64"/>
  </w:endnote>
  <w:endnote w:type="continuationSeparator" w:id="0">
    <w:p w14:paraId="53CF5152" w14:textId="77777777" w:rsidR="00216A64" w:rsidRDefault="00216A64" w:rsidP="00BF3F0A">
      <w:r>
        <w:continuationSeparator/>
      </w:r>
    </w:p>
    <w:p w14:paraId="536F9845" w14:textId="77777777" w:rsidR="00216A64" w:rsidRDefault="00216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1BCBC" w14:textId="77777777" w:rsidR="0008126F" w:rsidRDefault="000812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50DAB8" w14:textId="017D09D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7C35">
          <w:rPr>
            <w:noProof/>
          </w:rPr>
          <w:t>5</w:t>
        </w:r>
        <w:r w:rsidRPr="000754EC">
          <w:fldChar w:fldCharType="end"/>
        </w:r>
      </w:p>
      <w:p w14:paraId="5FE39C6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F53520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967DA" w14:textId="77777777" w:rsidR="0008126F" w:rsidRDefault="000812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32CB2" w14:textId="77777777" w:rsidR="00216A64" w:rsidRDefault="00216A64" w:rsidP="00BF3F0A">
      <w:r>
        <w:separator/>
      </w:r>
    </w:p>
    <w:p w14:paraId="0586916B" w14:textId="77777777" w:rsidR="00216A64" w:rsidRDefault="00216A64"/>
  </w:footnote>
  <w:footnote w:type="continuationSeparator" w:id="0">
    <w:p w14:paraId="16C59167" w14:textId="77777777" w:rsidR="00216A64" w:rsidRDefault="00216A64" w:rsidP="00BF3F0A">
      <w:r>
        <w:continuationSeparator/>
      </w:r>
    </w:p>
    <w:p w14:paraId="3467E879" w14:textId="77777777" w:rsidR="00216A64" w:rsidRDefault="00216A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15D41" w14:textId="77777777" w:rsidR="0008126F" w:rsidRDefault="0008126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C705E" w14:textId="1776F290" w:rsidR="00E1344D" w:rsidRDefault="00E1344D" w:rsidP="003467FF">
    <w:r>
      <w:t>FWPCOT</w:t>
    </w:r>
    <w:r w:rsidR="0008126F">
      <w:t>3230</w:t>
    </w:r>
    <w:r w:rsidR="003467FF">
      <w:t xml:space="preserve"> </w:t>
    </w:r>
    <w:r w:rsidR="003467FF" w:rsidRPr="003467FF">
      <w:t>Operate automated stacking equipment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31FE0" w14:textId="77777777" w:rsidR="0008126F" w:rsidRDefault="000812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BFC1328"/>
    <w:multiLevelType w:val="hybridMultilevel"/>
    <w:tmpl w:val="47AE5814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B0799"/>
    <w:multiLevelType w:val="hybridMultilevel"/>
    <w:tmpl w:val="2DE8763E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24845"/>
    <w:multiLevelType w:val="hybridMultilevel"/>
    <w:tmpl w:val="7F3C97FA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61AA4"/>
    <w:multiLevelType w:val="hybridMultilevel"/>
    <w:tmpl w:val="6074BBC6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566BA"/>
    <w:multiLevelType w:val="hybridMultilevel"/>
    <w:tmpl w:val="60B8C9CC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9F3540"/>
    <w:multiLevelType w:val="hybridMultilevel"/>
    <w:tmpl w:val="491288E4"/>
    <w:lvl w:ilvl="0" w:tplc="0D3CF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1" w:tplc="0D3CF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2"/>
  </w:num>
  <w:num w:numId="18">
    <w:abstractNumId w:val="2"/>
  </w:num>
  <w:num w:numId="19">
    <w:abstractNumId w:val="9"/>
  </w:num>
  <w:num w:numId="20">
    <w:abstractNumId w:val="8"/>
  </w:num>
  <w:num w:numId="21">
    <w:abstractNumId w:val="23"/>
  </w:num>
  <w:num w:numId="22">
    <w:abstractNumId w:val="15"/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SwsDA1NTUzNjE1tTRV0lEKTi0uzszPAykwrgUAU4ZZs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243"/>
    <w:rsid w:val="00064BFE"/>
    <w:rsid w:val="00070B3E"/>
    <w:rsid w:val="00071F95"/>
    <w:rsid w:val="000737BB"/>
    <w:rsid w:val="00074E47"/>
    <w:rsid w:val="000754EC"/>
    <w:rsid w:val="0008126F"/>
    <w:rsid w:val="0009093B"/>
    <w:rsid w:val="00090B9A"/>
    <w:rsid w:val="000A5441"/>
    <w:rsid w:val="000C149A"/>
    <w:rsid w:val="000C224E"/>
    <w:rsid w:val="000E25E6"/>
    <w:rsid w:val="000E2C86"/>
    <w:rsid w:val="000F29F2"/>
    <w:rsid w:val="000F3A8B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16A64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67C35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7FF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18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D5F94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B6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B42"/>
    <w:rsid w:val="008B2C77"/>
    <w:rsid w:val="008B4AD2"/>
    <w:rsid w:val="008B7138"/>
    <w:rsid w:val="008C1781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72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4599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027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2919"/>
    <w:rsid w:val="00E1344D"/>
    <w:rsid w:val="00E1542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254C"/>
    <w:rsid w:val="00EF01F8"/>
    <w:rsid w:val="00EF2A45"/>
    <w:rsid w:val="00EF40EF"/>
    <w:rsid w:val="00EF47FE"/>
    <w:rsid w:val="00F069BD"/>
    <w:rsid w:val="00F141CA"/>
    <w:rsid w:val="00F1480E"/>
    <w:rsid w:val="00F1497D"/>
    <w:rsid w:val="00F16AAC"/>
    <w:rsid w:val="00F21AF4"/>
    <w:rsid w:val="00F2276A"/>
    <w:rsid w:val="00F33FF2"/>
    <w:rsid w:val="00F438FC"/>
    <w:rsid w:val="00F50C1E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0925A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C178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2FF2-9F5D-4EA4-BE8A-17E4F6A24CE1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679D7612-DF7D-4743-B7D9-C734DFB87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55</TotalTime>
  <Pages>5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15</cp:revision>
  <cp:lastPrinted>2016-05-27T05:21:00Z</cp:lastPrinted>
  <dcterms:created xsi:type="dcterms:W3CDTF">2018-08-17T03:51:00Z</dcterms:created>
  <dcterms:modified xsi:type="dcterms:W3CDTF">2019-01-15T21:52:00Z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